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20E02B6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76A4CA70" w14:textId="50D3A279" w:rsidR="00B231FC" w:rsidRPr="00B231FC" w:rsidRDefault="00394948" w:rsidP="00B231FC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>pomoč pri</w:t>
      </w:r>
      <w:bookmarkEnd w:id="1"/>
      <w:r w:rsidR="00FB7420" w:rsidRPr="00FB7420">
        <w:rPr>
          <w:rFonts w:asciiTheme="majorHAnsi" w:hAnsiTheme="majorHAnsi" w:cstheme="majorHAnsi"/>
          <w:b/>
          <w:lang w:val="sl-SI"/>
        </w:rPr>
        <w:t xml:space="preserve"> </w:t>
      </w:r>
      <w:r w:rsidR="00AB397B" w:rsidRPr="00AB397B">
        <w:rPr>
          <w:rFonts w:asciiTheme="majorHAnsi" w:hAnsiTheme="majorHAnsi" w:cstheme="majorHAnsi"/>
          <w:b/>
          <w:lang w:val="sl-SI"/>
        </w:rPr>
        <w:t>marketinški digitalni strategiji za doseganje večjega obsega prodaje na ravni končnega potrošnika</w:t>
      </w:r>
      <w:r w:rsidR="00B231FC" w:rsidRPr="00B231FC">
        <w:rPr>
          <w:rFonts w:asciiTheme="majorHAnsi" w:hAnsiTheme="majorHAnsi" w:cstheme="majorHAnsi"/>
          <w:b/>
          <w:lang w:val="sl-SI"/>
        </w:rPr>
        <w:t>«.</w:t>
      </w:r>
    </w:p>
    <w:bookmarkEnd w:id="0"/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620CD1F9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52ECED9F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6664CE3E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4449066D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42065E43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19EB9209" w:rsidR="00D04363" w:rsidRPr="00A03DB6" w:rsidRDefault="00AB397B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proofErr w:type="spellStart"/>
            <w:r w:rsidRPr="00B27CD0">
              <w:rPr>
                <w:rFonts w:eastAsia="Times New Roman"/>
                <w:b/>
                <w:bCs/>
              </w:rPr>
              <w:t>Digitalna</w:t>
            </w:r>
            <w:proofErr w:type="spellEnd"/>
            <w:r w:rsidRPr="00B27CD0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B27CD0">
              <w:rPr>
                <w:rFonts w:eastAsia="Times New Roman"/>
                <w:b/>
                <w:bCs/>
              </w:rPr>
              <w:t>marketinška</w:t>
            </w:r>
            <w:proofErr w:type="spellEnd"/>
            <w:r w:rsidRPr="00B27CD0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B27CD0">
              <w:rPr>
                <w:rFonts w:eastAsia="Times New Roman"/>
                <w:b/>
                <w:bCs/>
              </w:rPr>
              <w:t>strategija</w:t>
            </w:r>
            <w:proofErr w:type="spellEnd"/>
            <w:r w:rsidRPr="00B27CD0">
              <w:rPr>
                <w:rFonts w:eastAsia="Times New Roman"/>
                <w:b/>
                <w:bCs/>
              </w:rPr>
              <w:t xml:space="preserve"> za </w:t>
            </w:r>
            <w:proofErr w:type="spellStart"/>
            <w:r w:rsidRPr="00B27CD0">
              <w:rPr>
                <w:rFonts w:eastAsia="Times New Roman"/>
                <w:b/>
                <w:bCs/>
              </w:rPr>
              <w:t>rast</w:t>
            </w:r>
            <w:proofErr w:type="spellEnd"/>
            <w:r w:rsidRPr="00B27CD0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B27CD0">
              <w:rPr>
                <w:rFonts w:eastAsia="Times New Roman"/>
                <w:b/>
                <w:bCs/>
              </w:rPr>
              <w:t>prodaje</w:t>
            </w:r>
            <w:proofErr w:type="spellEnd"/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418B2ACE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12F5F61B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0EF386A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  <w:r w:rsidR="00BB56C8">
        <w:rPr>
          <w:rFonts w:asciiTheme="majorHAnsi" w:hAnsiTheme="majorHAnsi" w:cstheme="majorHAnsi"/>
          <w:lang w:val="sl-SI"/>
        </w:rPr>
        <w:t xml:space="preserve"> 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503A2C9C" w:rsidR="002C67B9" w:rsidRPr="000B2F05" w:rsidRDefault="002C67B9" w:rsidP="00EF740E">
      <w:pPr>
        <w:pStyle w:val="Default"/>
        <w:spacing w:line="288" w:lineRule="auto"/>
        <w:ind w:left="4320" w:hanging="43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C715CD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  <w:r w:rsidR="00EF740E">
        <w:rPr>
          <w:rFonts w:asciiTheme="majorHAnsi" w:hAnsiTheme="majorHAnsi" w:cstheme="majorHAnsi"/>
          <w:bCs/>
          <w:color w:val="auto"/>
        </w:rPr>
        <w:t xml:space="preserve"> </w:t>
      </w:r>
    </w:p>
    <w:p w14:paraId="424A54E7" w14:textId="62CE4B0A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444C2024" w14:textId="77777777" w:rsidR="00EF740E" w:rsidRDefault="00EF740E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</w:p>
    <w:p w14:paraId="57530719" w14:textId="77777777" w:rsidR="00EF740E" w:rsidRDefault="00EF740E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</w:p>
    <w:p w14:paraId="1D1C996F" w14:textId="1F21ADD4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  <w:r w:rsidR="00EF740E">
        <w:rPr>
          <w:rFonts w:asciiTheme="majorHAnsi" w:hAnsiTheme="majorHAnsi" w:cstheme="majorHAnsi"/>
          <w:bCs/>
        </w:rPr>
        <w:t xml:space="preserve"> 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456730">
      <w:headerReference w:type="default" r:id="rId8"/>
      <w:footerReference w:type="default" r:id="rId9"/>
      <w:pgSz w:w="11900" w:h="16840"/>
      <w:pgMar w:top="1985" w:right="1304" w:bottom="1418" w:left="2665" w:header="709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77DF" w14:textId="77777777" w:rsidR="00302412" w:rsidRDefault="00302412" w:rsidP="00862C6E">
      <w:r>
        <w:separator/>
      </w:r>
    </w:p>
  </w:endnote>
  <w:endnote w:type="continuationSeparator" w:id="0">
    <w:p w14:paraId="7FE36C14" w14:textId="77777777" w:rsidR="00302412" w:rsidRDefault="00302412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9D88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3" w:name="_Hlk124944054"/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3E9873D3" w:rsidR="006A2788" w:rsidRDefault="006A2788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inline distT="0" distB="0" distL="0" distR="0" wp14:anchorId="71A5F5D1" wp14:editId="1465AE4D">
                <wp:extent cx="981075" cy="492028"/>
                <wp:effectExtent l="0" t="0" r="0" b="3810"/>
                <wp:docPr id="15" name="Pictur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 FEEL SLO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420" cy="5057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</w:tcPr>
        <w:p w14:paraId="0E9A0901" w14:textId="79A04435" w:rsidR="006A2788" w:rsidRDefault="00456730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anchor distT="0" distB="0" distL="114300" distR="114300" simplePos="0" relativeHeight="251663360" behindDoc="0" locked="0" layoutInCell="1" allowOverlap="1" wp14:anchorId="15D22C9F" wp14:editId="6ECDDFA3">
                <wp:simplePos x="0" y="0"/>
                <wp:positionH relativeFrom="column">
                  <wp:posOffset>-107950</wp:posOffset>
                </wp:positionH>
                <wp:positionV relativeFrom="paragraph">
                  <wp:posOffset>-3175</wp:posOffset>
                </wp:positionV>
                <wp:extent cx="2000250" cy="419211"/>
                <wp:effectExtent l="0" t="0" r="0" b="0"/>
                <wp:wrapNone/>
                <wp:docPr id="1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419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D1C26" w14:textId="77777777" w:rsidR="00302412" w:rsidRDefault="00302412" w:rsidP="00862C6E">
      <w:r>
        <w:separator/>
      </w:r>
    </w:p>
  </w:footnote>
  <w:footnote w:type="continuationSeparator" w:id="0">
    <w:p w14:paraId="26C058C8" w14:textId="77777777" w:rsidR="00302412" w:rsidRDefault="00302412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4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6524"/>
    <w:rsid w:val="00372D4B"/>
    <w:rsid w:val="00376BA4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B5A4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397B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B56C8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B099C"/>
    <w:rsid w:val="00EB0A59"/>
    <w:rsid w:val="00EB293B"/>
    <w:rsid w:val="00EC19C3"/>
    <w:rsid w:val="00EE1A88"/>
    <w:rsid w:val="00EE3A2F"/>
    <w:rsid w:val="00EF1118"/>
    <w:rsid w:val="00EF3D9A"/>
    <w:rsid w:val="00EF740E"/>
    <w:rsid w:val="00F0246E"/>
    <w:rsid w:val="00F02F14"/>
    <w:rsid w:val="00F2500F"/>
    <w:rsid w:val="00F4078C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2025-10-16T14:05:00Z</dcterms:created>
  <dcterms:modified xsi:type="dcterms:W3CDTF">2025-10-16T14:05:00Z</dcterms:modified>
</cp:coreProperties>
</file>